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FA2BF4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Meadow Bridge High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020503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FA2BF4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FA2BF4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20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FA2BF4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31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FA2BF4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20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FA2BF4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64.5%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FA2BF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50.0%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FA2BF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50.0%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FA2BF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FA2BF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FA2BF4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85.0%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FA2BF4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5.0%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FA2BF4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10.0%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FA2BF4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FA2BF4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0.0%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FA2BF4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100.0%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FA2BF4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FA2BF4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FA2BF4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FA2BF4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FA2BF4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FA2BF4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FA2BF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FA2BF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FA2BF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FA2BF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95.0%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FA2BF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FA2BF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FA2BF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5.0%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FA2BF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25.0%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FA2BF4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30.0%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FA2BF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15.0%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FA2BF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5.0%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FA2BF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15.0%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FA2BF4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FA2BF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15.0%</w:t>
            </w:r>
          </w:p>
        </w:tc>
        <w:tc>
          <w:tcPr>
            <w:tcW w:w="912" w:type="pct"/>
          </w:tcPr>
          <w:p w:rsidR="00ED0933" w:rsidRPr="007646BD" w:rsidRDefault="00FA2BF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FA2BF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25.0%</w:t>
            </w:r>
          </w:p>
        </w:tc>
        <w:tc>
          <w:tcPr>
            <w:tcW w:w="912" w:type="pct"/>
          </w:tcPr>
          <w:p w:rsidR="00ED0933" w:rsidRPr="007646BD" w:rsidRDefault="00FA2BF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50.0%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FA2BF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25.0%</w:t>
            </w:r>
          </w:p>
        </w:tc>
        <w:tc>
          <w:tcPr>
            <w:tcW w:w="912" w:type="pct"/>
          </w:tcPr>
          <w:p w:rsidR="00ED0933" w:rsidRPr="007646BD" w:rsidRDefault="00FA2BF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FA2BF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5.0%</w:t>
            </w:r>
          </w:p>
        </w:tc>
        <w:tc>
          <w:tcPr>
            <w:tcW w:w="912" w:type="pct"/>
          </w:tcPr>
          <w:p w:rsidR="00ED0933" w:rsidRPr="007646BD" w:rsidRDefault="00FA2BF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FA2BF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5.0%</w:t>
            </w:r>
          </w:p>
        </w:tc>
        <w:tc>
          <w:tcPr>
            <w:tcW w:w="912" w:type="pct"/>
          </w:tcPr>
          <w:p w:rsidR="00ED0933" w:rsidRPr="007646BD" w:rsidRDefault="00FA2BF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15.0%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FA2BF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  <w:tc>
          <w:tcPr>
            <w:tcW w:w="912" w:type="pct"/>
          </w:tcPr>
          <w:p w:rsidR="00ED0933" w:rsidRPr="007646BD" w:rsidRDefault="00FA2BF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FA2BF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5.0%</w:t>
            </w:r>
          </w:p>
        </w:tc>
        <w:tc>
          <w:tcPr>
            <w:tcW w:w="912" w:type="pct"/>
          </w:tcPr>
          <w:p w:rsidR="00ED0933" w:rsidRPr="007646BD" w:rsidRDefault="00FA2BF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FA2BF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FA2BF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FA2BF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  <w:tc>
          <w:tcPr>
            <w:tcW w:w="912" w:type="pct"/>
          </w:tcPr>
          <w:p w:rsidR="00ED0933" w:rsidRPr="007646BD" w:rsidRDefault="00FA2BF4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5.0%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FA2BF4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55.0%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FA2BF4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25.0%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FA2BF4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FA2BF4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FA2BF4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FA2BF4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FA2BF4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5.0%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FA2BF4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5.0%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FA2BF4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95.0%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FA2BF4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0.0%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FA2BF4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5.0%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FA2BF4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80.0%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FA2BF4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FA2BF4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FA2BF4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FA2BF4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0.0%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FA2BF4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FA2BF4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FA2BF4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FA2BF4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FA2BF4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FA2BF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1440" w:type="dxa"/>
          </w:tcPr>
          <w:p w:rsidR="00ED0933" w:rsidRPr="00797E2A" w:rsidRDefault="00FA2BF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10.0%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FA2BF4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440" w:type="dxa"/>
          </w:tcPr>
          <w:p w:rsidR="009B797D" w:rsidRPr="00797E2A" w:rsidRDefault="00FA2BF4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10.0%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FA2BF4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440" w:type="dxa"/>
          </w:tcPr>
          <w:p w:rsidR="008B42CE" w:rsidRPr="00797E2A" w:rsidRDefault="00FA2BF4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20.0%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FA2BF4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440" w:type="dxa"/>
          </w:tcPr>
          <w:p w:rsidR="008B42CE" w:rsidRPr="00797E2A" w:rsidRDefault="00FA2BF4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25.0%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FA2BF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45.0%</w:t>
            </w:r>
          </w:p>
        </w:tc>
        <w:tc>
          <w:tcPr>
            <w:tcW w:w="1440" w:type="dxa"/>
          </w:tcPr>
          <w:p w:rsidR="00ED0933" w:rsidRPr="00797E2A" w:rsidRDefault="00FA2BF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35.0%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FA2BF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FA2BF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FA2BF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30.0%</w:t>
            </w:r>
          </w:p>
        </w:tc>
        <w:tc>
          <w:tcPr>
            <w:tcW w:w="889" w:type="pct"/>
          </w:tcPr>
          <w:p w:rsidR="004206F3" w:rsidRPr="000B28B6" w:rsidRDefault="00FA2BF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70.0%</w:t>
            </w:r>
          </w:p>
        </w:tc>
        <w:tc>
          <w:tcPr>
            <w:tcW w:w="1011" w:type="pct"/>
          </w:tcPr>
          <w:p w:rsidR="004206F3" w:rsidRPr="000B28B6" w:rsidRDefault="00FA2BF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FA2BF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30.0%</w:t>
            </w:r>
          </w:p>
        </w:tc>
        <w:tc>
          <w:tcPr>
            <w:tcW w:w="889" w:type="pct"/>
          </w:tcPr>
          <w:p w:rsidR="004206F3" w:rsidRPr="000B28B6" w:rsidRDefault="00FA2BF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65.0%</w:t>
            </w:r>
          </w:p>
        </w:tc>
        <w:tc>
          <w:tcPr>
            <w:tcW w:w="1011" w:type="pct"/>
          </w:tcPr>
          <w:p w:rsidR="004206F3" w:rsidRPr="000B28B6" w:rsidRDefault="00FA2BF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5.0%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FA2BF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60.0%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FA2BF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35.0%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FA2BF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5.0%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FA2BF4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2250" w:type="dxa"/>
            <w:noWrap/>
          </w:tcPr>
          <w:p w:rsidR="004206F3" w:rsidRPr="00797E2A" w:rsidRDefault="00FA2BF4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2250" w:type="dxa"/>
            <w:noWrap/>
          </w:tcPr>
          <w:p w:rsidR="004206F3" w:rsidRPr="00797E2A" w:rsidRDefault="00FA2BF4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25.0%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FA2BF4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2250" w:type="dxa"/>
            <w:noWrap/>
          </w:tcPr>
          <w:p w:rsidR="004206F3" w:rsidRPr="00797E2A" w:rsidRDefault="00FA2BF4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2250" w:type="dxa"/>
            <w:noWrap/>
          </w:tcPr>
          <w:p w:rsidR="004206F3" w:rsidRPr="00797E2A" w:rsidRDefault="00FA2BF4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30.0%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FA2BF4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2250" w:type="dxa"/>
            <w:noWrap/>
          </w:tcPr>
          <w:p w:rsidR="004206F3" w:rsidRPr="00797E2A" w:rsidRDefault="00FA2BF4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2250" w:type="dxa"/>
            <w:noWrap/>
          </w:tcPr>
          <w:p w:rsidR="004206F3" w:rsidRPr="00797E2A" w:rsidRDefault="00FA2BF4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30.0%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FA2BF4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2250" w:type="dxa"/>
            <w:noWrap/>
          </w:tcPr>
          <w:p w:rsidR="004206F3" w:rsidRPr="00797E2A" w:rsidRDefault="00FA2BF4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FA2BF4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5.0%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FA2BF4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FA2BF4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FA2BF4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FA2BF4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FA2BF4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2250" w:type="dxa"/>
            <w:noWrap/>
          </w:tcPr>
          <w:p w:rsidR="004206F3" w:rsidRPr="00797E2A" w:rsidRDefault="00FA2BF4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10.0%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FA2BF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FA2BF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10.0%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FA2BF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370" w:type="pct"/>
          </w:tcPr>
          <w:p w:rsidR="003D6F3C" w:rsidRPr="00797E2A" w:rsidRDefault="00FA2BF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25.0%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FA2BF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370" w:type="pct"/>
          </w:tcPr>
          <w:p w:rsidR="003D6F3C" w:rsidRPr="00797E2A" w:rsidRDefault="00FA2BF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5.0%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FA2BF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1370" w:type="pct"/>
          </w:tcPr>
          <w:p w:rsidR="003D6F3C" w:rsidRPr="00797E2A" w:rsidRDefault="00FA2BF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25.0%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FA2BF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370" w:type="pct"/>
          </w:tcPr>
          <w:p w:rsidR="003D6F3C" w:rsidRPr="00797E2A" w:rsidRDefault="00FA2BF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25.0%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FA2BF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1370" w:type="pct"/>
          </w:tcPr>
          <w:p w:rsidR="003D6F3C" w:rsidRPr="00797E2A" w:rsidRDefault="00FA2BF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5.0%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FA2BF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370" w:type="pct"/>
          </w:tcPr>
          <w:p w:rsidR="003D6F3C" w:rsidRPr="00797E2A" w:rsidRDefault="00FA2BF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5.0%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FA2BF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</w:tcPr>
          <w:p w:rsidR="003D6F3C" w:rsidRPr="00797E2A" w:rsidRDefault="00FA2BF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5.0%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5.0%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45.0%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5.0%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A2BF4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A2BF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5.0%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A2BF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A2BF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A2BF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A2BF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10.0%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A2BF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5.0%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A2BF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25.0%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FA2BF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5.0%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A2BF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5.0%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A2BF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15.0%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A2BF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15.0%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A2BF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25.0%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A2BF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30.0%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A2BF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25.0%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FA2BF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25.0%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FA2BF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20.0%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A2BF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30.0%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A2BF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10.0%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A2BF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A2BF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5.0%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A2BF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A2BF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A2BF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5.0%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A2BF4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25.0%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A2BF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5.0%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A2BF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5.0%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A2BF4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5.0%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126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55.0%</w:t>
            </w:r>
          </w:p>
        </w:tc>
        <w:tc>
          <w:tcPr>
            <w:tcW w:w="99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17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435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5.0%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26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99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117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435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5.0%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99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17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1435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5.0%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26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99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17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435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10.0%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99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117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435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5.0%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26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99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17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1435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5.0%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126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99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17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435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10.0%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26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99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17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45.0%</w:t>
            </w:r>
          </w:p>
        </w:tc>
        <w:tc>
          <w:tcPr>
            <w:tcW w:w="1435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10.0%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99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17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435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5.0%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26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99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17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1435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5.0%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26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99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117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1435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5.0%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26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99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17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65.0%</w:t>
            </w:r>
          </w:p>
        </w:tc>
        <w:tc>
          <w:tcPr>
            <w:tcW w:w="1435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5.0%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26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99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17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435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5.0%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126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99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117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435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5.0%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26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99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17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435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5.0%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26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99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170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1435" w:type="dxa"/>
            <w:noWrap/>
          </w:tcPr>
          <w:p w:rsidR="00364F87" w:rsidRPr="00797E2A" w:rsidRDefault="00FA2BF4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5.0%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FA2BF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50.0%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FA2BF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55.0%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FA2BF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55.0%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FA2BF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60.0%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FA2BF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65.0%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FA2BF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60.0%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FA2BF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60.0%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FA2BF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35.0%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FA2BF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70.0%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FA2BF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55.0%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FA2BF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40.0%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FA2BF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50.0%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FA2BF4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25.0%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FA2BF4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BF4" w:rsidRDefault="00FA2BF4" w:rsidP="0035328A">
      <w:pPr>
        <w:spacing w:after="0" w:line="240" w:lineRule="auto"/>
      </w:pPr>
      <w:r>
        <w:separator/>
      </w:r>
    </w:p>
  </w:endnote>
  <w:endnote w:type="continuationSeparator" w:id="0">
    <w:p w:rsidR="00FA2BF4" w:rsidRDefault="00FA2BF4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FA2BF4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BF4" w:rsidRDefault="00FA2BF4" w:rsidP="0035328A">
      <w:pPr>
        <w:spacing w:after="0" w:line="240" w:lineRule="auto"/>
      </w:pPr>
      <w:r>
        <w:separator/>
      </w:r>
    </w:p>
  </w:footnote>
  <w:footnote w:type="continuationSeparator" w:id="0">
    <w:p w:rsidR="00FA2BF4" w:rsidRDefault="00FA2BF4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BF4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93EF2"/>
    <w:rsid w:val="001A6FB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40057"/>
    <w:rsid w:val="00F40186"/>
    <w:rsid w:val="00F45EFB"/>
    <w:rsid w:val="00F60F07"/>
    <w:rsid w:val="00F67D3E"/>
    <w:rsid w:val="00F800F2"/>
    <w:rsid w:val="00F95AC6"/>
    <w:rsid w:val="00FA2BF4"/>
    <w:rsid w:val="00FC3381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6BBD4DD3-047E-4BC1-A4C8-B20E21AAB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41C82-1A00-4DDF-98CF-D36EACF93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0</TotalTime>
  <Pages>3</Pages>
  <Words>1019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2016-04-26T20:03:00Z</dcterms:created>
  <dcterms:modified xsi:type="dcterms:W3CDTF">2016-04-26T20:03:00Z</dcterms:modified>
</cp:coreProperties>
</file>